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89"/>
        <w:gridCol w:w="4058"/>
        <w:gridCol w:w="4029"/>
      </w:tblGrid>
      <w:tr w:rsidR="00DD551A" w:rsidRPr="00856AF8" w:rsidTr="00856AF8"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96"/>
                <w:szCs w:val="96"/>
                <w:rtl/>
              </w:rPr>
            </w:pP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גלידה</w:t>
            </w:r>
            <w:r w:rsidRPr="00856AF8">
              <w:rPr>
                <w:b/>
                <w:bCs/>
                <w:sz w:val="96"/>
                <w:szCs w:val="96"/>
                <w:rtl/>
              </w:rPr>
              <w:t xml:space="preserve"> </w:t>
            </w: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טובה</w:t>
            </w:r>
          </w:p>
        </w:tc>
        <w:tc>
          <w:tcPr>
            <w:tcW w:w="4392" w:type="dxa"/>
          </w:tcPr>
          <w:p w:rsidR="00DD551A" w:rsidRPr="00856AF8" w:rsidRDefault="00DD551A" w:rsidP="00856AF8">
            <w:pPr>
              <w:bidi/>
              <w:spacing w:after="0" w:line="240" w:lineRule="auto"/>
              <w:jc w:val="center"/>
              <w:rPr>
                <w:b/>
                <w:bCs/>
                <w:sz w:val="96"/>
                <w:szCs w:val="96"/>
              </w:rPr>
            </w:pP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שיעור</w:t>
            </w:r>
            <w:r w:rsidRPr="00856AF8">
              <w:rPr>
                <w:b/>
                <w:bCs/>
                <w:sz w:val="96"/>
                <w:szCs w:val="96"/>
                <w:rtl/>
              </w:rPr>
              <w:t xml:space="preserve"> </w:t>
            </w: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היסטוריה</w:t>
            </w:r>
          </w:p>
        </w:tc>
        <w:tc>
          <w:tcPr>
            <w:tcW w:w="4392" w:type="dxa"/>
          </w:tcPr>
          <w:p w:rsidR="00DD551A" w:rsidRPr="00856AF8" w:rsidRDefault="00DD551A" w:rsidP="00856AF8">
            <w:pPr>
              <w:bidi/>
              <w:spacing w:after="0" w:line="240" w:lineRule="auto"/>
              <w:jc w:val="center"/>
              <w:rPr>
                <w:b/>
                <w:bCs/>
                <w:sz w:val="96"/>
                <w:szCs w:val="96"/>
              </w:rPr>
            </w:pP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שִיעוּר</w:t>
            </w:r>
            <w:r w:rsidRPr="00856AF8">
              <w:rPr>
                <w:b/>
                <w:bCs/>
                <w:sz w:val="96"/>
                <w:szCs w:val="96"/>
                <w:rtl/>
              </w:rPr>
              <w:t xml:space="preserve"> </w:t>
            </w: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טוֹב</w:t>
            </w:r>
          </w:p>
        </w:tc>
      </w:tr>
      <w:tr w:rsidR="00DD551A" w:rsidRPr="00856AF8" w:rsidTr="00856AF8"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96"/>
                <w:szCs w:val="96"/>
              </w:rPr>
            </w:pP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שירי</w:t>
            </w:r>
            <w:r w:rsidRPr="00856AF8">
              <w:rPr>
                <w:b/>
                <w:bCs/>
                <w:sz w:val="96"/>
                <w:szCs w:val="96"/>
                <w:rtl/>
              </w:rPr>
              <w:t xml:space="preserve"> </w:t>
            </w: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אהבה</w:t>
            </w:r>
          </w:p>
        </w:tc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96"/>
                <w:szCs w:val="96"/>
              </w:rPr>
            </w:pP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בגדי</w:t>
            </w:r>
            <w:r w:rsidRPr="00856AF8">
              <w:rPr>
                <w:b/>
                <w:bCs/>
                <w:sz w:val="96"/>
                <w:szCs w:val="96"/>
                <w:rtl/>
              </w:rPr>
              <w:t xml:space="preserve"> </w:t>
            </w: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ילדים</w:t>
            </w:r>
          </w:p>
        </w:tc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96"/>
                <w:szCs w:val="96"/>
              </w:rPr>
            </w:pP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עוגת</w:t>
            </w:r>
            <w:r w:rsidRPr="00856AF8">
              <w:rPr>
                <w:b/>
                <w:bCs/>
                <w:sz w:val="96"/>
                <w:szCs w:val="96"/>
                <w:rtl/>
              </w:rPr>
              <w:t xml:space="preserve"> </w:t>
            </w: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שוקולד</w:t>
            </w:r>
          </w:p>
        </w:tc>
      </w:tr>
      <w:tr w:rsidR="00DD551A" w:rsidRPr="00856AF8" w:rsidTr="00856AF8"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96"/>
                <w:szCs w:val="96"/>
              </w:rPr>
            </w:pP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בקבוק</w:t>
            </w:r>
            <w:r w:rsidRPr="00856AF8">
              <w:rPr>
                <w:b/>
                <w:bCs/>
                <w:sz w:val="96"/>
                <w:szCs w:val="96"/>
                <w:rtl/>
              </w:rPr>
              <w:t xml:space="preserve"> </w:t>
            </w: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מים</w:t>
            </w:r>
          </w:p>
        </w:tc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96"/>
                <w:szCs w:val="96"/>
              </w:rPr>
            </w:pP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שולחן</w:t>
            </w:r>
            <w:r w:rsidRPr="00856AF8">
              <w:rPr>
                <w:b/>
                <w:bCs/>
                <w:sz w:val="96"/>
                <w:szCs w:val="96"/>
                <w:rtl/>
              </w:rPr>
              <w:t xml:space="preserve"> </w:t>
            </w: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כתיבה</w:t>
            </w:r>
          </w:p>
        </w:tc>
        <w:tc>
          <w:tcPr>
            <w:tcW w:w="4392" w:type="dxa"/>
          </w:tcPr>
          <w:p w:rsidR="00DD551A" w:rsidRPr="00856AF8" w:rsidRDefault="00DD551A" w:rsidP="00856AF8">
            <w:pPr>
              <w:bidi/>
              <w:spacing w:after="0" w:line="240" w:lineRule="auto"/>
              <w:jc w:val="center"/>
              <w:rPr>
                <w:b/>
                <w:bCs/>
                <w:sz w:val="96"/>
                <w:szCs w:val="96"/>
              </w:rPr>
            </w:pP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שיר</w:t>
            </w:r>
            <w:r w:rsidRPr="00856AF8">
              <w:rPr>
                <w:b/>
                <w:bCs/>
                <w:sz w:val="96"/>
                <w:szCs w:val="96"/>
                <w:rtl/>
              </w:rPr>
              <w:t xml:space="preserve"> </w:t>
            </w: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חדש</w:t>
            </w:r>
          </w:p>
        </w:tc>
      </w:tr>
      <w:tr w:rsidR="00DD551A" w:rsidRPr="00856AF8" w:rsidTr="00856AF8"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96"/>
                <w:szCs w:val="96"/>
              </w:rPr>
            </w:pP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נעלי</w:t>
            </w:r>
            <w:r w:rsidRPr="00856AF8">
              <w:rPr>
                <w:b/>
                <w:bCs/>
                <w:sz w:val="96"/>
                <w:szCs w:val="96"/>
                <w:rtl/>
              </w:rPr>
              <w:t xml:space="preserve"> </w:t>
            </w: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ספורט</w:t>
            </w:r>
          </w:p>
        </w:tc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96"/>
                <w:szCs w:val="96"/>
              </w:rPr>
            </w:pP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ספר</w:t>
            </w:r>
            <w:r w:rsidRPr="00856AF8">
              <w:rPr>
                <w:b/>
                <w:bCs/>
                <w:sz w:val="96"/>
                <w:szCs w:val="96"/>
                <w:rtl/>
              </w:rPr>
              <w:t xml:space="preserve"> </w:t>
            </w: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מענין</w:t>
            </w:r>
          </w:p>
        </w:tc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96"/>
                <w:szCs w:val="96"/>
              </w:rPr>
            </w:pP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בגדים</w:t>
            </w:r>
            <w:r w:rsidRPr="00856AF8">
              <w:rPr>
                <w:b/>
                <w:bCs/>
                <w:sz w:val="96"/>
                <w:szCs w:val="96"/>
                <w:rtl/>
              </w:rPr>
              <w:t xml:space="preserve"> </w:t>
            </w: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חדשים</w:t>
            </w:r>
          </w:p>
        </w:tc>
      </w:tr>
      <w:tr w:rsidR="00DD551A" w:rsidRPr="00856AF8" w:rsidTr="00856AF8"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96"/>
                <w:szCs w:val="96"/>
              </w:rPr>
            </w:pP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אוניברסיטת</w:t>
            </w:r>
            <w:r w:rsidRPr="00856AF8">
              <w:rPr>
                <w:b/>
                <w:bCs/>
                <w:sz w:val="96"/>
                <w:szCs w:val="96"/>
                <w:rtl/>
              </w:rPr>
              <w:t xml:space="preserve"> </w:t>
            </w: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שיקאגו</w:t>
            </w:r>
          </w:p>
        </w:tc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96"/>
                <w:szCs w:val="96"/>
              </w:rPr>
            </w:pP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בתי</w:t>
            </w:r>
            <w:r w:rsidRPr="00856AF8">
              <w:rPr>
                <w:b/>
                <w:bCs/>
                <w:sz w:val="96"/>
                <w:szCs w:val="96"/>
                <w:rtl/>
              </w:rPr>
              <w:t xml:space="preserve"> </w:t>
            </w: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ספר</w:t>
            </w:r>
          </w:p>
        </w:tc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96"/>
                <w:szCs w:val="96"/>
              </w:rPr>
            </w:pPr>
          </w:p>
        </w:tc>
      </w:tr>
      <w:tr w:rsidR="00DD551A" w:rsidRPr="00856AF8" w:rsidTr="00856AF8"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96"/>
                <w:szCs w:val="96"/>
              </w:rPr>
            </w:pP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ערב</w:t>
            </w:r>
            <w:r w:rsidRPr="00856AF8">
              <w:rPr>
                <w:b/>
                <w:bCs/>
                <w:sz w:val="96"/>
                <w:szCs w:val="96"/>
                <w:rtl/>
              </w:rPr>
              <w:t xml:space="preserve"> </w:t>
            </w: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שבת</w:t>
            </w:r>
          </w:p>
        </w:tc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96"/>
                <w:szCs w:val="96"/>
              </w:rPr>
            </w:pP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בקבוק</w:t>
            </w:r>
            <w:r w:rsidRPr="00856AF8">
              <w:rPr>
                <w:b/>
                <w:bCs/>
                <w:sz w:val="96"/>
                <w:szCs w:val="96"/>
                <w:rtl/>
              </w:rPr>
              <w:t xml:space="preserve"> </w:t>
            </w: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גדול</w:t>
            </w:r>
          </w:p>
        </w:tc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96"/>
                <w:szCs w:val="96"/>
              </w:rPr>
            </w:pP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קבוצת</w:t>
            </w:r>
            <w:r w:rsidRPr="00856AF8">
              <w:rPr>
                <w:b/>
                <w:bCs/>
                <w:sz w:val="96"/>
                <w:szCs w:val="96"/>
                <w:rtl/>
              </w:rPr>
              <w:t xml:space="preserve"> </w:t>
            </w: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כדורסל</w:t>
            </w:r>
          </w:p>
        </w:tc>
      </w:tr>
      <w:tr w:rsidR="00DD551A" w:rsidRPr="00856AF8" w:rsidTr="00856AF8"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96"/>
                <w:szCs w:val="96"/>
              </w:rPr>
            </w:pP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פיג</w:t>
            </w:r>
            <w:r w:rsidRPr="00856AF8">
              <w:rPr>
                <w:b/>
                <w:bCs/>
                <w:sz w:val="96"/>
                <w:szCs w:val="96"/>
                <w:rtl/>
              </w:rPr>
              <w:t>'</w:t>
            </w: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מה</w:t>
            </w:r>
            <w:r w:rsidRPr="00856AF8">
              <w:rPr>
                <w:b/>
                <w:bCs/>
                <w:sz w:val="96"/>
                <w:szCs w:val="96"/>
                <w:rtl/>
              </w:rPr>
              <w:t xml:space="preserve"> </w:t>
            </w: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חדשה</w:t>
            </w:r>
          </w:p>
        </w:tc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96"/>
                <w:szCs w:val="96"/>
              </w:rPr>
            </w:pP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בגד</w:t>
            </w:r>
            <w:r w:rsidRPr="00856AF8">
              <w:rPr>
                <w:b/>
                <w:bCs/>
                <w:sz w:val="96"/>
                <w:szCs w:val="96"/>
                <w:rtl/>
              </w:rPr>
              <w:t xml:space="preserve"> </w:t>
            </w: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חם</w:t>
            </w:r>
          </w:p>
        </w:tc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96"/>
                <w:szCs w:val="96"/>
              </w:rPr>
            </w:pP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בגד</w:t>
            </w:r>
            <w:r w:rsidRPr="00856AF8">
              <w:rPr>
                <w:b/>
                <w:bCs/>
                <w:sz w:val="96"/>
                <w:szCs w:val="96"/>
                <w:rtl/>
              </w:rPr>
              <w:t xml:space="preserve"> </w:t>
            </w:r>
            <w:r w:rsidRPr="00856AF8">
              <w:rPr>
                <w:rFonts w:hint="cs"/>
                <w:b/>
                <w:bCs/>
                <w:sz w:val="96"/>
                <w:szCs w:val="96"/>
                <w:rtl/>
              </w:rPr>
              <w:t>התעמלות</w:t>
            </w:r>
          </w:p>
        </w:tc>
      </w:tr>
      <w:tr w:rsidR="00DD551A" w:rsidRPr="00856AF8" w:rsidTr="00856AF8"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96"/>
                <w:szCs w:val="96"/>
              </w:rPr>
            </w:pPr>
          </w:p>
        </w:tc>
      </w:tr>
      <w:tr w:rsidR="00DD551A" w:rsidRPr="00856AF8" w:rsidTr="00856AF8"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96"/>
                <w:szCs w:val="96"/>
              </w:rPr>
            </w:pPr>
          </w:p>
        </w:tc>
      </w:tr>
      <w:tr w:rsidR="00DD551A" w:rsidRPr="00856AF8" w:rsidTr="00856AF8"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120"/>
                <w:szCs w:val="120"/>
              </w:rPr>
            </w:pPr>
            <w:r w:rsidRPr="00856AF8">
              <w:rPr>
                <w:rFonts w:hint="cs"/>
                <w:b/>
                <w:bCs/>
                <w:sz w:val="120"/>
                <w:szCs w:val="120"/>
                <w:rtl/>
              </w:rPr>
              <w:t>שולחן</w:t>
            </w:r>
          </w:p>
        </w:tc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120"/>
                <w:szCs w:val="120"/>
              </w:rPr>
            </w:pPr>
            <w:r w:rsidRPr="00856AF8">
              <w:rPr>
                <w:rFonts w:hint="cs"/>
                <w:b/>
                <w:bCs/>
                <w:sz w:val="120"/>
                <w:szCs w:val="120"/>
                <w:rtl/>
              </w:rPr>
              <w:t>ילדים</w:t>
            </w:r>
          </w:p>
        </w:tc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120"/>
                <w:szCs w:val="120"/>
              </w:rPr>
            </w:pPr>
            <w:r w:rsidRPr="00856AF8">
              <w:rPr>
                <w:rFonts w:hint="cs"/>
                <w:b/>
                <w:bCs/>
                <w:sz w:val="120"/>
                <w:szCs w:val="120"/>
                <w:rtl/>
              </w:rPr>
              <w:t>שירים</w:t>
            </w:r>
          </w:p>
        </w:tc>
      </w:tr>
      <w:tr w:rsidR="00DD551A" w:rsidRPr="00856AF8" w:rsidTr="00856AF8"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120"/>
                <w:szCs w:val="120"/>
              </w:rPr>
            </w:pPr>
            <w:r w:rsidRPr="00856AF8">
              <w:rPr>
                <w:rFonts w:hint="cs"/>
                <w:b/>
                <w:bCs/>
                <w:sz w:val="120"/>
                <w:szCs w:val="120"/>
                <w:rtl/>
              </w:rPr>
              <w:t>שבת</w:t>
            </w:r>
          </w:p>
        </w:tc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120"/>
                <w:szCs w:val="120"/>
              </w:rPr>
            </w:pPr>
            <w:r w:rsidRPr="00856AF8">
              <w:rPr>
                <w:rFonts w:hint="cs"/>
                <w:b/>
                <w:bCs/>
                <w:sz w:val="120"/>
                <w:szCs w:val="120"/>
                <w:rtl/>
              </w:rPr>
              <w:t>שמלה</w:t>
            </w:r>
          </w:p>
        </w:tc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120"/>
                <w:szCs w:val="120"/>
              </w:rPr>
            </w:pPr>
            <w:r w:rsidRPr="00856AF8">
              <w:rPr>
                <w:rFonts w:hint="cs"/>
                <w:b/>
                <w:bCs/>
                <w:sz w:val="120"/>
                <w:szCs w:val="120"/>
                <w:rtl/>
              </w:rPr>
              <w:t>כתיבה</w:t>
            </w:r>
          </w:p>
        </w:tc>
      </w:tr>
      <w:tr w:rsidR="00DD551A" w:rsidRPr="00856AF8" w:rsidTr="00856AF8"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120"/>
                <w:szCs w:val="120"/>
              </w:rPr>
            </w:pPr>
            <w:r w:rsidRPr="00856AF8">
              <w:rPr>
                <w:rFonts w:hint="cs"/>
                <w:b/>
                <w:bCs/>
                <w:sz w:val="120"/>
                <w:szCs w:val="120"/>
                <w:rtl/>
              </w:rPr>
              <w:t>עוגה</w:t>
            </w:r>
          </w:p>
        </w:tc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120"/>
                <w:szCs w:val="120"/>
              </w:rPr>
            </w:pPr>
            <w:r w:rsidRPr="00856AF8">
              <w:rPr>
                <w:rFonts w:hint="cs"/>
                <w:b/>
                <w:bCs/>
                <w:sz w:val="120"/>
                <w:szCs w:val="120"/>
                <w:rtl/>
              </w:rPr>
              <w:t>סיפורים</w:t>
            </w:r>
          </w:p>
        </w:tc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120"/>
                <w:szCs w:val="120"/>
              </w:rPr>
            </w:pPr>
            <w:r w:rsidRPr="00856AF8">
              <w:rPr>
                <w:rFonts w:hint="cs"/>
                <w:b/>
                <w:bCs/>
                <w:sz w:val="120"/>
                <w:szCs w:val="120"/>
                <w:rtl/>
              </w:rPr>
              <w:t>אהבה</w:t>
            </w:r>
          </w:p>
        </w:tc>
      </w:tr>
      <w:tr w:rsidR="00DD551A" w:rsidRPr="00856AF8" w:rsidTr="00856AF8"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120"/>
                <w:szCs w:val="120"/>
              </w:rPr>
            </w:pPr>
            <w:r w:rsidRPr="00856AF8">
              <w:rPr>
                <w:rFonts w:hint="cs"/>
                <w:b/>
                <w:bCs/>
                <w:sz w:val="120"/>
                <w:szCs w:val="120"/>
                <w:rtl/>
              </w:rPr>
              <w:t>אֹכֶל</w:t>
            </w:r>
          </w:p>
        </w:tc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120"/>
                <w:szCs w:val="120"/>
              </w:rPr>
            </w:pPr>
            <w:r w:rsidRPr="00856AF8">
              <w:rPr>
                <w:rFonts w:hint="cs"/>
                <w:b/>
                <w:bCs/>
                <w:sz w:val="120"/>
                <w:szCs w:val="120"/>
                <w:rtl/>
              </w:rPr>
              <w:t>חדר</w:t>
            </w:r>
          </w:p>
        </w:tc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120"/>
                <w:szCs w:val="120"/>
              </w:rPr>
            </w:pPr>
            <w:r w:rsidRPr="00856AF8">
              <w:rPr>
                <w:rFonts w:hint="cs"/>
                <w:b/>
                <w:bCs/>
                <w:sz w:val="120"/>
                <w:szCs w:val="120"/>
                <w:rtl/>
              </w:rPr>
              <w:t>תפוחים</w:t>
            </w:r>
          </w:p>
        </w:tc>
      </w:tr>
      <w:tr w:rsidR="00DD551A" w:rsidRPr="00856AF8" w:rsidTr="00856AF8"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120"/>
                <w:szCs w:val="120"/>
              </w:rPr>
            </w:pPr>
            <w:r w:rsidRPr="00856AF8">
              <w:rPr>
                <w:rFonts w:hint="cs"/>
                <w:b/>
                <w:bCs/>
                <w:sz w:val="120"/>
                <w:szCs w:val="120"/>
                <w:rtl/>
              </w:rPr>
              <w:t>ספר</w:t>
            </w:r>
          </w:p>
        </w:tc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120"/>
                <w:szCs w:val="120"/>
              </w:rPr>
            </w:pPr>
            <w:r w:rsidRPr="00856AF8">
              <w:rPr>
                <w:rFonts w:hint="cs"/>
                <w:b/>
                <w:bCs/>
                <w:sz w:val="120"/>
                <w:szCs w:val="120"/>
                <w:rtl/>
              </w:rPr>
              <w:t>בגדים</w:t>
            </w:r>
          </w:p>
        </w:tc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120"/>
                <w:szCs w:val="120"/>
                <w:rtl/>
              </w:rPr>
            </w:pPr>
            <w:r w:rsidRPr="00856AF8">
              <w:rPr>
                <w:rFonts w:hint="cs"/>
                <w:b/>
                <w:bCs/>
                <w:sz w:val="120"/>
                <w:szCs w:val="120"/>
                <w:rtl/>
              </w:rPr>
              <w:t>חנות</w:t>
            </w:r>
          </w:p>
        </w:tc>
      </w:tr>
      <w:tr w:rsidR="00DD551A" w:rsidRPr="00856AF8" w:rsidTr="00856AF8"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120"/>
                <w:szCs w:val="120"/>
                <w:rtl/>
              </w:rPr>
            </w:pPr>
            <w:r w:rsidRPr="00856AF8">
              <w:rPr>
                <w:rFonts w:hint="cs"/>
                <w:b/>
                <w:bCs/>
                <w:sz w:val="120"/>
                <w:szCs w:val="120"/>
                <w:rtl/>
              </w:rPr>
              <w:t>מים</w:t>
            </w:r>
          </w:p>
        </w:tc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120"/>
                <w:szCs w:val="120"/>
                <w:rtl/>
              </w:rPr>
            </w:pPr>
            <w:r w:rsidRPr="00856AF8">
              <w:rPr>
                <w:rFonts w:hint="cs"/>
                <w:b/>
                <w:bCs/>
                <w:sz w:val="120"/>
                <w:szCs w:val="120"/>
                <w:rtl/>
              </w:rPr>
              <w:t>כוסות</w:t>
            </w:r>
          </w:p>
        </w:tc>
        <w:tc>
          <w:tcPr>
            <w:tcW w:w="4392" w:type="dxa"/>
          </w:tcPr>
          <w:p w:rsidR="00DD551A" w:rsidRPr="00856AF8" w:rsidRDefault="00DD551A" w:rsidP="00856AF8">
            <w:pPr>
              <w:spacing w:after="0" w:line="240" w:lineRule="auto"/>
              <w:jc w:val="center"/>
              <w:rPr>
                <w:b/>
                <w:bCs/>
                <w:sz w:val="120"/>
                <w:szCs w:val="120"/>
              </w:rPr>
            </w:pPr>
            <w:r w:rsidRPr="00856AF8">
              <w:rPr>
                <w:rFonts w:hint="cs"/>
                <w:b/>
                <w:bCs/>
                <w:sz w:val="120"/>
                <w:szCs w:val="120"/>
                <w:rtl/>
              </w:rPr>
              <w:t>פיזיקה</w:t>
            </w:r>
          </w:p>
        </w:tc>
      </w:tr>
    </w:tbl>
    <w:p w:rsidR="00DD551A" w:rsidRPr="000A7DA4" w:rsidRDefault="00DD551A" w:rsidP="000A7DA4">
      <w:pPr>
        <w:jc w:val="center"/>
        <w:rPr>
          <w:b/>
          <w:bCs/>
          <w:sz w:val="144"/>
          <w:szCs w:val="144"/>
        </w:rPr>
      </w:pPr>
    </w:p>
    <w:sectPr w:rsidR="00DD551A" w:rsidRPr="000A7DA4" w:rsidSect="00BF57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val="fullPage" w:percent="79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57D2"/>
    <w:rsid w:val="000072F5"/>
    <w:rsid w:val="000A7DA4"/>
    <w:rsid w:val="000B055A"/>
    <w:rsid w:val="001A26ED"/>
    <w:rsid w:val="001F793F"/>
    <w:rsid w:val="00472F97"/>
    <w:rsid w:val="00491F56"/>
    <w:rsid w:val="00576195"/>
    <w:rsid w:val="006F03C0"/>
    <w:rsid w:val="00707AE8"/>
    <w:rsid w:val="007A1580"/>
    <w:rsid w:val="00856AF8"/>
    <w:rsid w:val="00BF57D2"/>
    <w:rsid w:val="00C651AB"/>
    <w:rsid w:val="00DD551A"/>
    <w:rsid w:val="00DD5C66"/>
    <w:rsid w:val="00E14310"/>
    <w:rsid w:val="00EB1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he-IL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0072F5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0072F5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072F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072F5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072F5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072F5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072F5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072F5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072F5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072F5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072F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072F5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072F5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072F5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072F5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072F5"/>
    <w:rPr>
      <w:rFonts w:ascii="Cambria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072F5"/>
    <w:rPr>
      <w:rFonts w:ascii="Cambria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072F5"/>
    <w:rPr>
      <w:rFonts w:ascii="Cambria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072F5"/>
    <w:rPr>
      <w:rFonts w:ascii="Cambria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0072F5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0072F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0072F5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0072F5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072F5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0072F5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0072F5"/>
    <w:rPr>
      <w:rFonts w:cs="Times New Roman"/>
      <w:i/>
      <w:iCs/>
    </w:rPr>
  </w:style>
  <w:style w:type="paragraph" w:styleId="NoSpacing">
    <w:name w:val="No Spacing"/>
    <w:link w:val="NoSpacingChar"/>
    <w:uiPriority w:val="99"/>
    <w:qFormat/>
    <w:rsid w:val="000072F5"/>
  </w:style>
  <w:style w:type="character" w:customStyle="1" w:styleId="NoSpacingChar">
    <w:name w:val="No Spacing Char"/>
    <w:basedOn w:val="DefaultParagraphFont"/>
    <w:link w:val="NoSpacing"/>
    <w:uiPriority w:val="99"/>
    <w:locked/>
    <w:rsid w:val="000072F5"/>
    <w:rPr>
      <w:rFonts w:cs="Times New Roman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99"/>
    <w:qFormat/>
    <w:rsid w:val="000072F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0072F5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0072F5"/>
    <w:rPr>
      <w:rFonts w:cs="Times New Roman"/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0072F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0072F5"/>
    <w:rPr>
      <w:rFonts w:cs="Times New Roman"/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0072F5"/>
    <w:rPr>
      <w:rFonts w:cs="Times New Roman"/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0072F5"/>
    <w:rPr>
      <w:rFonts w:cs="Times New Roman"/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0072F5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0072F5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0072F5"/>
    <w:rPr>
      <w:rFonts w:cs="Times New Roman"/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0072F5"/>
    <w:pPr>
      <w:outlineLvl w:val="9"/>
    </w:pPr>
  </w:style>
  <w:style w:type="table" w:styleId="TableGrid">
    <w:name w:val="Table Grid"/>
    <w:basedOn w:val="TableNormal"/>
    <w:uiPriority w:val="99"/>
    <w:rsid w:val="00BF57D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4</Pages>
  <Words>51</Words>
  <Characters>296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גלידה טובה</dc:title>
  <dc:subject/>
  <dc:creator>Nili Adler</dc:creator>
  <cp:keywords/>
  <dc:description/>
  <cp:lastModifiedBy>aschlezinger</cp:lastModifiedBy>
  <cp:revision>2</cp:revision>
  <dcterms:created xsi:type="dcterms:W3CDTF">2011-02-28T16:23:00Z</dcterms:created>
  <dcterms:modified xsi:type="dcterms:W3CDTF">2011-02-28T16:23:00Z</dcterms:modified>
</cp:coreProperties>
</file>